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3F160BF6"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64166F">
        <w:rPr>
          <w:rStyle w:val="Strong"/>
          <w:rFonts w:asciiTheme="minorHAnsi" w:hAnsiTheme="minorHAnsi" w:cstheme="minorHAnsi"/>
          <w:lang w:val="en-GB"/>
        </w:rPr>
        <w:t>41-G001-23</w:t>
      </w:r>
      <w:r w:rsidR="0064166F"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28B984AE"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64166F">
        <w:rPr>
          <w:rFonts w:ascii="Calibri" w:hAnsi="Calibri" w:cs="Calibri"/>
          <w:lang w:val="en-GB"/>
        </w:rPr>
        <w:t xml:space="preserve">Central Pacific Producers Limited, </w:t>
      </w:r>
      <w:r w:rsidRPr="007F3777">
        <w:rPr>
          <w:rFonts w:ascii="Calibri" w:hAnsi="Calibri" w:cs="Calibri"/>
          <w:lang w:val="en-GB"/>
        </w:rPr>
        <w:t xml:space="preserve">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180D2BAC"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4C511883" w14:textId="5E2627D0" w:rsidR="0064166F" w:rsidRDefault="0064166F" w:rsidP="00166C12">
      <w:pPr>
        <w:rPr>
          <w:lang w:val="en-GB"/>
        </w:rPr>
      </w:pPr>
    </w:p>
    <w:p w14:paraId="78D248AD" w14:textId="04C49BF5" w:rsidR="0064166F" w:rsidRDefault="0064166F" w:rsidP="00166C12">
      <w:pPr>
        <w:rPr>
          <w:lang w:val="en-GB"/>
        </w:rPr>
      </w:pPr>
      <w:r>
        <w:rPr>
          <w:lang w:val="en-GB"/>
        </w:rPr>
        <w:t>To: Secretary, Ministry of Finance and Economic Development</w:t>
      </w:r>
    </w:p>
    <w:p w14:paraId="059FCAB8" w14:textId="59649247" w:rsidR="0064166F" w:rsidRDefault="0064166F" w:rsidP="00166C12">
      <w:pPr>
        <w:rPr>
          <w:lang w:val="en-GB"/>
        </w:rPr>
      </w:pPr>
      <w:r>
        <w:rPr>
          <w:lang w:val="en-GB"/>
        </w:rPr>
        <w:t xml:space="preserve">       Bairiki, Tarawa</w:t>
      </w:r>
    </w:p>
    <w:p w14:paraId="024C9858" w14:textId="4F7D26AF" w:rsidR="0064166F" w:rsidRDefault="0064166F" w:rsidP="00166C12">
      <w:pPr>
        <w:rPr>
          <w:lang w:val="en-GB"/>
        </w:rPr>
      </w:pPr>
    </w:p>
    <w:p w14:paraId="0F41E2B1" w14:textId="7A866680" w:rsidR="0064166F" w:rsidRDefault="0064166F" w:rsidP="00166C12">
      <w:pPr>
        <w:rPr>
          <w:lang w:val="en-GB"/>
        </w:rPr>
      </w:pPr>
      <w:r>
        <w:rPr>
          <w:lang w:val="en-GB"/>
        </w:rPr>
        <w:t>Attention: Central Procurement Unit</w:t>
      </w:r>
    </w:p>
    <w:p w14:paraId="111741A7" w14:textId="63C469EE" w:rsidR="0064166F" w:rsidRPr="00B41F59" w:rsidRDefault="0064166F" w:rsidP="00166C12">
      <w:pPr>
        <w:rPr>
          <w:lang w:val="en-GB"/>
        </w:rPr>
      </w:pPr>
      <w:r>
        <w:rPr>
          <w:lang w:val="en-GB"/>
        </w:rPr>
        <w:t>Tender No: 41-G001-23</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0120BCEF"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5FFCDEC2" w14:textId="450769B9" w:rsidR="0064166F" w:rsidRDefault="0064166F"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license/Certified business registration (specifically for local companies)</w:t>
      </w:r>
    </w:p>
    <w:p w14:paraId="1F6183B8" w14:textId="1F28784F" w:rsidR="0064166F" w:rsidRPr="00032400" w:rsidRDefault="0064166F"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lastRenderedPageBreak/>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lastRenderedPageBreak/>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716FC" w14:textId="77777777" w:rsidR="009B7387" w:rsidRDefault="009B7387">
      <w:r>
        <w:separator/>
      </w:r>
    </w:p>
  </w:endnote>
  <w:endnote w:type="continuationSeparator" w:id="0">
    <w:p w14:paraId="478C5538" w14:textId="77777777" w:rsidR="009B7387" w:rsidRDefault="009B7387">
      <w:r>
        <w:continuationSeparator/>
      </w:r>
    </w:p>
  </w:endnote>
  <w:endnote w:type="continuationNotice" w:id="1">
    <w:p w14:paraId="4B4B471E" w14:textId="77777777" w:rsidR="009B7387" w:rsidRDefault="009B73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550F6C5A" w:rsidR="00133D55" w:rsidRDefault="00133D55" w:rsidP="004878F3">
    <w:pPr>
      <w:pStyle w:val="Footer"/>
    </w:pPr>
    <w:r>
      <w:fldChar w:fldCharType="begin"/>
    </w:r>
    <w:r>
      <w:instrText xml:space="preserve"> DATE \@ "yyyy-MM-dd" </w:instrText>
    </w:r>
    <w:r>
      <w:fldChar w:fldCharType="separate"/>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00FFE" w14:textId="77777777" w:rsidR="009B7387" w:rsidRDefault="009B7387">
      <w:r>
        <w:separator/>
      </w:r>
    </w:p>
  </w:footnote>
  <w:footnote w:type="continuationSeparator" w:id="0">
    <w:p w14:paraId="0B22C9D4" w14:textId="77777777" w:rsidR="009B7387" w:rsidRDefault="009B7387">
      <w:r>
        <w:continuationSeparator/>
      </w:r>
    </w:p>
  </w:footnote>
  <w:footnote w:type="continuationNotice" w:id="1">
    <w:p w14:paraId="7592F60D" w14:textId="77777777" w:rsidR="009B7387" w:rsidRDefault="009B7387"/>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38F4018C"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67392694">
    <w:abstractNumId w:val="1"/>
  </w:num>
  <w:num w:numId="2" w16cid:durableId="780999877">
    <w:abstractNumId w:val="12"/>
  </w:num>
  <w:num w:numId="3" w16cid:durableId="1421945721">
    <w:abstractNumId w:val="13"/>
  </w:num>
  <w:num w:numId="4" w16cid:durableId="2139296053">
    <w:abstractNumId w:val="7"/>
  </w:num>
  <w:num w:numId="5" w16cid:durableId="163712777">
    <w:abstractNumId w:val="6"/>
  </w:num>
  <w:num w:numId="6" w16cid:durableId="1305893243">
    <w:abstractNumId w:val="9"/>
  </w:num>
  <w:num w:numId="7" w16cid:durableId="1164667101">
    <w:abstractNumId w:val="8"/>
  </w:num>
  <w:num w:numId="8" w16cid:durableId="378290169">
    <w:abstractNumId w:val="11"/>
  </w:num>
  <w:num w:numId="9" w16cid:durableId="1909532647">
    <w:abstractNumId w:val="0"/>
  </w:num>
  <w:num w:numId="10" w16cid:durableId="740180408">
    <w:abstractNumId w:val="10"/>
  </w:num>
  <w:num w:numId="11" w16cid:durableId="1500383776">
    <w:abstractNumId w:val="4"/>
  </w:num>
  <w:num w:numId="12" w16cid:durableId="1567260492">
    <w:abstractNumId w:val="3"/>
  </w:num>
  <w:num w:numId="13" w16cid:durableId="1056586864">
    <w:abstractNumId w:val="5"/>
  </w:num>
  <w:num w:numId="14" w16cid:durableId="1855277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166F"/>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B7387"/>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7</Pages>
  <Words>1797</Words>
  <Characters>10245</Characters>
  <Application>Microsoft Office Word</Application>
  <DocSecurity>0</DocSecurity>
  <Lines>85</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12018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4</cp:revision>
  <cp:lastPrinted>2013-10-18T08:32:00Z</cp:lastPrinted>
  <dcterms:created xsi:type="dcterms:W3CDTF">2020-12-01T12:58:00Z</dcterms:created>
  <dcterms:modified xsi:type="dcterms:W3CDTF">2023-03-09T03:56:00Z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